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C66286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Williamson Pk-8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054402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C66286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C66286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18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C66286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44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C66286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18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C66286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40.9%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77.8%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22.2%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C66286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94.4%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C66286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C66286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5.6%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C66286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C66286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C66286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88.9%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C66286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11.1%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C66286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C66286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C66286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C66286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C66286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94.4%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27.8%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C66286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C66286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  <w:tc>
          <w:tcPr>
            <w:tcW w:w="912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55.6%</w:t>
            </w:r>
          </w:p>
        </w:tc>
        <w:tc>
          <w:tcPr>
            <w:tcW w:w="912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44.4%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  <w:tc>
          <w:tcPr>
            <w:tcW w:w="912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22.2%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  <w:tc>
          <w:tcPr>
            <w:tcW w:w="912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  <w:tc>
          <w:tcPr>
            <w:tcW w:w="912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  <w:tc>
          <w:tcPr>
            <w:tcW w:w="912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C66286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C662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72.2%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C662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C662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C662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C662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C662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C662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C66286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C6628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94.4%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C6628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5.6%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C6628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C662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83.3%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C662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C662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C662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C662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5.6%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C662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C662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C662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C662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55.6%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C662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16.7%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C66286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440" w:type="dxa"/>
          </w:tcPr>
          <w:p w:rsidR="009B797D" w:rsidRPr="00797E2A" w:rsidRDefault="00C66286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11.1%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C662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440" w:type="dxa"/>
          </w:tcPr>
          <w:p w:rsidR="008B42CE" w:rsidRPr="00797E2A" w:rsidRDefault="00C66286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22.2%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C662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440" w:type="dxa"/>
          </w:tcPr>
          <w:p w:rsidR="008B42CE" w:rsidRPr="00797E2A" w:rsidRDefault="00C6628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38.9%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440" w:type="dxa"/>
          </w:tcPr>
          <w:p w:rsidR="00ED0933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27.8%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16.7%</w:t>
            </w:r>
          </w:p>
        </w:tc>
        <w:tc>
          <w:tcPr>
            <w:tcW w:w="889" w:type="pct"/>
          </w:tcPr>
          <w:p w:rsidR="004206F3" w:rsidRPr="000B28B6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83.3%</w:t>
            </w:r>
          </w:p>
        </w:tc>
        <w:tc>
          <w:tcPr>
            <w:tcW w:w="1011" w:type="pct"/>
          </w:tcPr>
          <w:p w:rsidR="004206F3" w:rsidRPr="000B28B6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889" w:type="pct"/>
          </w:tcPr>
          <w:p w:rsidR="004206F3" w:rsidRPr="000B28B6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61.1%</w:t>
            </w:r>
          </w:p>
        </w:tc>
        <w:tc>
          <w:tcPr>
            <w:tcW w:w="1011" w:type="pct"/>
          </w:tcPr>
          <w:p w:rsidR="004206F3" w:rsidRPr="000B28B6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5.6%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33.3%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44.4%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50.0%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C66286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5.6%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27.8%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370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33.3%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370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11.1%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370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5.6%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370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11.1%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370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5.6%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370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5.6%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5.6%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C66286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22.2%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22.2%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22.2%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33.3%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16.7%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C66286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61.1%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61.1%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55.6%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72.2%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9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170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435" w:type="dxa"/>
            <w:noWrap/>
          </w:tcPr>
          <w:p w:rsidR="00364F87" w:rsidRPr="00797E2A" w:rsidRDefault="00C66286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5.6%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55.6%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55.6%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77.8%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83.3%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88.9%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55.6%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77.8%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61.1%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C66286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286" w:rsidRDefault="00C66286" w:rsidP="0035328A">
      <w:pPr>
        <w:spacing w:after="0" w:line="240" w:lineRule="auto"/>
      </w:pPr>
      <w:r>
        <w:separator/>
      </w:r>
    </w:p>
  </w:endnote>
  <w:endnote w:type="continuationSeparator" w:id="0">
    <w:p w:rsidR="00C66286" w:rsidRDefault="00C66286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C66286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286" w:rsidRDefault="00C66286" w:rsidP="0035328A">
      <w:pPr>
        <w:spacing w:after="0" w:line="240" w:lineRule="auto"/>
      </w:pPr>
      <w:r>
        <w:separator/>
      </w:r>
    </w:p>
  </w:footnote>
  <w:footnote w:type="continuationSeparator" w:id="0">
    <w:p w:rsidR="00C66286" w:rsidRDefault="00C66286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86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66286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44C971B2-E59A-4680-BAA6-C456168B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A190B-9CAC-4F0E-BE49-0C34467EC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2016-04-26T20:04:00Z</dcterms:created>
  <dcterms:modified xsi:type="dcterms:W3CDTF">2016-04-26T20:04:00Z</dcterms:modified>
</cp:coreProperties>
</file>